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BB03F" w14:textId="3B5CB3D8" w:rsidR="009F57C6" w:rsidRDefault="003E6BE2" w:rsidP="004A6C45">
      <w:pPr>
        <w:pStyle w:val="Heading1"/>
      </w:pPr>
      <w:bookmarkStart w:id="0" w:name="_GoBack"/>
      <w:bookmarkEnd w:id="0"/>
      <w:r>
        <w:t>5 Tips for Running a Successful Membership Site</w:t>
      </w:r>
    </w:p>
    <w:p w14:paraId="6E6C3EAB" w14:textId="49AD1C82" w:rsidR="000A1776" w:rsidRDefault="000A1776" w:rsidP="000A1776"/>
    <w:p w14:paraId="112B80C5" w14:textId="06C872DB" w:rsidR="000A1776" w:rsidRDefault="003E6BE2" w:rsidP="000A1776">
      <w:r>
        <w:t xml:space="preserve">If you own an online business, you’ve probably considered starting or converting your existing website into a membership site. </w:t>
      </w:r>
      <w:r w:rsidR="001E5607">
        <w:t xml:space="preserve">There are a ton of advantages in running a membership site, especially if you are selling content. However, </w:t>
      </w:r>
      <w:r w:rsidR="00CA5CF4">
        <w:t xml:space="preserve">not all online membership site </w:t>
      </w:r>
      <w:r w:rsidR="00343899">
        <w:t>has</w:t>
      </w:r>
      <w:r w:rsidR="00CA5CF4">
        <w:t xml:space="preserve"> to be limited to providing something digital to their members. Small businesses can </w:t>
      </w:r>
      <w:r w:rsidR="00343899">
        <w:t xml:space="preserve">link their website membership to a physical product or service, like a book club, gym contract, or mystery box subscription. Here are five tips to help you run a successful membership site. </w:t>
      </w:r>
    </w:p>
    <w:p w14:paraId="52EAF0C2" w14:textId="1A231AF8" w:rsidR="00343899" w:rsidRDefault="00343899" w:rsidP="000A1776"/>
    <w:p w14:paraId="4FCE636D" w14:textId="42167DE1" w:rsidR="00343899" w:rsidRDefault="003E6BE2" w:rsidP="000A1776">
      <w:pPr>
        <w:rPr>
          <w:b/>
          <w:bCs/>
        </w:rPr>
      </w:pPr>
      <w:r>
        <w:rPr>
          <w:b/>
          <w:bCs/>
        </w:rPr>
        <w:t>Tip #1 – Offer a Free Membership or Trial Offer</w:t>
      </w:r>
    </w:p>
    <w:p w14:paraId="73E7FEFF" w14:textId="47E16D32" w:rsidR="00B31185" w:rsidRDefault="003E6BE2" w:rsidP="000A1776">
      <w:r>
        <w:t>When you offer a free membership or trial period for your premium membership</w:t>
      </w:r>
      <w:r w:rsidR="00046C99">
        <w:t xml:space="preserve">, you provide potential members with a glimpse of what they can expect to get if they sign up for a premium membership. This is a great way to convert your </w:t>
      </w:r>
      <w:r w:rsidR="00C22D2A">
        <w:t xml:space="preserve">visitors into paying customers. </w:t>
      </w:r>
    </w:p>
    <w:p w14:paraId="2E26E876" w14:textId="25B0D3C8" w:rsidR="00C22D2A" w:rsidRDefault="00C22D2A" w:rsidP="000A1776"/>
    <w:p w14:paraId="0BB95C20" w14:textId="7D655205" w:rsidR="00C22D2A" w:rsidRDefault="003E6BE2" w:rsidP="000A1776">
      <w:pPr>
        <w:rPr>
          <w:b/>
          <w:bCs/>
        </w:rPr>
      </w:pPr>
      <w:r>
        <w:rPr>
          <w:b/>
          <w:bCs/>
        </w:rPr>
        <w:t>Tip #2 – Offer Several Membership Options</w:t>
      </w:r>
    </w:p>
    <w:p w14:paraId="33088B4B" w14:textId="6F574E77" w:rsidR="00C22D2A" w:rsidRDefault="003E6BE2" w:rsidP="000A1776">
      <w:r>
        <w:t xml:space="preserve">Offering more than one membership option is great for your potential members and users. </w:t>
      </w:r>
      <w:r w:rsidR="00475FE8">
        <w:t xml:space="preserve">The number of membership options that you should offer will wholly depend on your business model and what you can provide members with. </w:t>
      </w:r>
      <w:r w:rsidR="00AE0015">
        <w:t xml:space="preserve">It is a smart idea to offer various options to match the needs of your target audience </w:t>
      </w:r>
      <w:r w:rsidR="003F1921">
        <w:t>that will give them a choice that will not only match their needs but their budgets as well.</w:t>
      </w:r>
    </w:p>
    <w:p w14:paraId="036A1F00" w14:textId="1933E88B" w:rsidR="003F1921" w:rsidRDefault="003F1921" w:rsidP="000A1776"/>
    <w:p w14:paraId="776CD00B" w14:textId="2E6BAFC0" w:rsidR="003F1921" w:rsidRDefault="003E6BE2" w:rsidP="000A1776">
      <w:pPr>
        <w:rPr>
          <w:b/>
          <w:bCs/>
        </w:rPr>
      </w:pPr>
      <w:r>
        <w:rPr>
          <w:b/>
          <w:bCs/>
        </w:rPr>
        <w:t>Tip #3 – Find a Niche</w:t>
      </w:r>
    </w:p>
    <w:p w14:paraId="74421FDB" w14:textId="6678A34D" w:rsidR="003F1921" w:rsidRDefault="003E6BE2" w:rsidP="000A1776">
      <w:r>
        <w:t xml:space="preserve">Don’t overcomplicate your online membership site by trying to offer your members everything that you can think of to try and reach a broader audience. </w:t>
      </w:r>
      <w:r w:rsidR="00B0383F">
        <w:t>If your membership site if for outdoor enthusiasts focus on that. You need to find what works for you and run with it. Not only will this help you build a solid membership community, but it will provide you with the credibility within the target market.</w:t>
      </w:r>
    </w:p>
    <w:p w14:paraId="3D1DA201" w14:textId="34DCE2D2" w:rsidR="00B0383F" w:rsidRDefault="00B0383F" w:rsidP="000A1776"/>
    <w:p w14:paraId="18F65FB1" w14:textId="54EAF563" w:rsidR="00B0383F" w:rsidRDefault="003E6BE2" w:rsidP="000A1776">
      <w:pPr>
        <w:rPr>
          <w:b/>
          <w:bCs/>
        </w:rPr>
      </w:pPr>
      <w:r>
        <w:rPr>
          <w:b/>
          <w:bCs/>
        </w:rPr>
        <w:t xml:space="preserve">Tip #4 </w:t>
      </w:r>
      <w:r w:rsidR="0076295B">
        <w:rPr>
          <w:b/>
          <w:bCs/>
        </w:rPr>
        <w:t>–</w:t>
      </w:r>
      <w:r>
        <w:rPr>
          <w:b/>
          <w:bCs/>
        </w:rPr>
        <w:t xml:space="preserve"> </w:t>
      </w:r>
      <w:r w:rsidR="0076295B">
        <w:rPr>
          <w:b/>
          <w:bCs/>
        </w:rPr>
        <w:t>Reward Loyal Members</w:t>
      </w:r>
    </w:p>
    <w:p w14:paraId="54D4AA6F" w14:textId="2888FC0A" w:rsidR="0076295B" w:rsidRDefault="003E6BE2" w:rsidP="000A1776">
      <w:r>
        <w:t>All businesses should provi</w:t>
      </w:r>
      <w:r>
        <w:t xml:space="preserve">de their loyal customers with rewards, like exclusive offers and bonuses. Not only </w:t>
      </w:r>
      <w:r w:rsidR="00E26955">
        <w:t xml:space="preserve">is this something nice to receive when you use a product or service regularly, but it can also prompt users to upgrade to a specific membership level to receive the incentives. </w:t>
      </w:r>
    </w:p>
    <w:p w14:paraId="2A39D25E" w14:textId="0748259C" w:rsidR="00E26955" w:rsidRDefault="00E26955" w:rsidP="000A1776"/>
    <w:p w14:paraId="75D793C1" w14:textId="06404A6E" w:rsidR="00E26955" w:rsidRDefault="003E6BE2" w:rsidP="000A1776">
      <w:pPr>
        <w:rPr>
          <w:b/>
          <w:bCs/>
        </w:rPr>
      </w:pPr>
      <w:r>
        <w:rPr>
          <w:b/>
          <w:bCs/>
        </w:rPr>
        <w:lastRenderedPageBreak/>
        <w:t>Tip #5 – Gather Feedback</w:t>
      </w:r>
    </w:p>
    <w:p w14:paraId="6B74072B" w14:textId="08D12581" w:rsidR="00E26955" w:rsidRDefault="003E6BE2" w:rsidP="000A1776">
      <w:r>
        <w:t xml:space="preserve">The success of a membership site is determined by the community that is </w:t>
      </w:r>
      <w:r w:rsidR="00D60F6F">
        <w:t>built</w:t>
      </w:r>
      <w:r>
        <w:t xml:space="preserve"> around them. </w:t>
      </w:r>
      <w:r w:rsidR="00D60F6F">
        <w:t>Much of the time you spend on building and running your website is trial and error until you find that sweet spot for your members</w:t>
      </w:r>
      <w:r w:rsidR="00204397">
        <w:t xml:space="preserve">. To reach this spot quicker, reach out to your members and ask them for their feedback. </w:t>
      </w:r>
    </w:p>
    <w:p w14:paraId="5A98828E" w14:textId="27D5605F" w:rsidR="00204397" w:rsidRDefault="00204397" w:rsidP="000A1776"/>
    <w:p w14:paraId="3FDEEDBC" w14:textId="26F65940" w:rsidR="00204397" w:rsidRPr="00E26955" w:rsidRDefault="003E6BE2" w:rsidP="000A1776">
      <w:r>
        <w:t>Membership sites are lovely because they bring like-minded people together</w:t>
      </w:r>
      <w:r w:rsidR="009A3A9D">
        <w:t xml:space="preserve">, and they’re a great way to generate recurring revenue for your business. Keep these tips in mind as you start the process of building a membership site and reap the reward of generating recurring income for your business. </w:t>
      </w:r>
    </w:p>
    <w:p w14:paraId="39854D4F" w14:textId="77777777" w:rsidR="004A6C45" w:rsidRDefault="004A6C45"/>
    <w:sectPr w:rsidR="004A6C45" w:rsidSect="00995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C45"/>
    <w:rsid w:val="00046C99"/>
    <w:rsid w:val="000A1776"/>
    <w:rsid w:val="000D0861"/>
    <w:rsid w:val="001E5607"/>
    <w:rsid w:val="00204397"/>
    <w:rsid w:val="002A31BC"/>
    <w:rsid w:val="00343899"/>
    <w:rsid w:val="003E6BE2"/>
    <w:rsid w:val="003F1921"/>
    <w:rsid w:val="00475FE8"/>
    <w:rsid w:val="004A6C45"/>
    <w:rsid w:val="005B65A2"/>
    <w:rsid w:val="00623ED3"/>
    <w:rsid w:val="0076295B"/>
    <w:rsid w:val="008C554D"/>
    <w:rsid w:val="00995CB4"/>
    <w:rsid w:val="009A3A9D"/>
    <w:rsid w:val="009F57C6"/>
    <w:rsid w:val="00AD4DE2"/>
    <w:rsid w:val="00AE0015"/>
    <w:rsid w:val="00B0383F"/>
    <w:rsid w:val="00B31185"/>
    <w:rsid w:val="00C22D2A"/>
    <w:rsid w:val="00CA5CF4"/>
    <w:rsid w:val="00D60F6F"/>
    <w:rsid w:val="00E26955"/>
    <w:rsid w:val="00E35FB7"/>
    <w:rsid w:val="00E81273"/>
    <w:rsid w:val="00EC7A07"/>
    <w:rsid w:val="00EE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9AAD79"/>
  <w15:chartTrackingRefBased/>
  <w15:docId w15:val="{9D16509F-C6E4-A043-92FF-5DE2EE67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ED3"/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ED3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ED3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ED3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ED3"/>
    <w:rPr>
      <w:rFonts w:ascii="Arial" w:eastAsiaTheme="majorEastAsia" w:hAnsi="Arial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eneemiller/Library/Group%20Containers/UBF8T346G9.Office/User%20Content.localized/Templates.localized/Unstoppable%20Profi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Unstoppable Profits.dotx</Template>
  <TotalTime>1</TotalTime>
  <Pages>2</Pages>
  <Words>470</Words>
  <Characters>2270</Characters>
  <Application>Microsoft Office Word</Application>
  <DocSecurity>0</DocSecurity>
  <Lines>51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Renee Miller</cp:lastModifiedBy>
  <cp:revision>4</cp:revision>
  <dcterms:created xsi:type="dcterms:W3CDTF">2019-07-25T21:57:00Z</dcterms:created>
  <dcterms:modified xsi:type="dcterms:W3CDTF">2019-07-25T21:57:00Z</dcterms:modified>
  <cp:category/>
</cp:coreProperties>
</file>